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694FB9" w:rsidP="002D3375" w:rsidRDefault="00694FB9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xmlns:wp14="http://schemas.microsoft.com/office/word/2010/wordml" w:rsidRPr="009C54AE" w:rsidR="00694FB9" w:rsidP="009C54AE" w:rsidRDefault="00694FB9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694FB9" w:rsidP="00EA4832" w:rsidRDefault="00694FB9" w14:paraId="6A735ACE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xmlns:wp14="http://schemas.microsoft.com/office/word/2010/wordml" w:rsidR="00694FB9" w:rsidP="00EA4832" w:rsidRDefault="00694FB9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694FB9" w:rsidP="00EF74C9" w:rsidRDefault="00694FB9" w14:paraId="137E922A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   2020/2021</w:t>
      </w:r>
    </w:p>
    <w:p xmlns:wp14="http://schemas.microsoft.com/office/word/2010/wordml" w:rsidRPr="009C54AE" w:rsidR="00694FB9" w:rsidP="009C54AE" w:rsidRDefault="00694FB9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694FB9" w:rsidP="009C54AE" w:rsidRDefault="00694FB9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/>
      </w:tblPr>
      <w:tblGrid>
        <w:gridCol w:w="2694"/>
        <w:gridCol w:w="7087"/>
      </w:tblGrid>
      <w:tr xmlns:wp14="http://schemas.microsoft.com/office/word/2010/wordml" w:rsidRPr="009C54AE" w:rsidR="00694FB9" w:rsidTr="00B819C8" w14:paraId="2F76D4A1" wp14:textId="77777777">
        <w:tc>
          <w:tcPr>
            <w:tcW w:w="2694" w:type="dxa"/>
            <w:vAlign w:val="center"/>
          </w:tcPr>
          <w:p w:rsidRPr="007D7BA2" w:rsidR="00694FB9" w:rsidP="009C54AE" w:rsidRDefault="00694FB9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7BA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694FB9" w:rsidP="009C54AE" w:rsidRDefault="00694FB9" w14:paraId="0285426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E85">
              <w:rPr>
                <w:color w:val="auto"/>
                <w:sz w:val="24"/>
                <w:szCs w:val="24"/>
              </w:rPr>
              <w:t>Bezpieczeństwo i higiena pracy oraz ergonomia</w:t>
            </w:r>
          </w:p>
        </w:tc>
      </w:tr>
      <w:tr xmlns:wp14="http://schemas.microsoft.com/office/word/2010/wordml" w:rsidRPr="009C54AE" w:rsidR="00694FB9" w:rsidTr="00B819C8" w14:paraId="3928BCA7" wp14:textId="77777777">
        <w:tc>
          <w:tcPr>
            <w:tcW w:w="2694" w:type="dxa"/>
            <w:vAlign w:val="center"/>
          </w:tcPr>
          <w:p w:rsidRPr="007D7BA2" w:rsidR="00694FB9" w:rsidP="009C54AE" w:rsidRDefault="00694FB9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7BA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9C54AE" w:rsidR="00694FB9" w:rsidP="009C54AE" w:rsidRDefault="00694FB9" w14:paraId="0A5A1F9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BW23</w:t>
            </w:r>
          </w:p>
        </w:tc>
      </w:tr>
      <w:tr xmlns:wp14="http://schemas.microsoft.com/office/word/2010/wordml" w:rsidRPr="009C54AE" w:rsidR="00694FB9" w:rsidTr="00B819C8" w14:paraId="5C0172EC" wp14:textId="77777777">
        <w:tc>
          <w:tcPr>
            <w:tcW w:w="2694" w:type="dxa"/>
            <w:vAlign w:val="center"/>
          </w:tcPr>
          <w:p w:rsidRPr="007D7BA2" w:rsidR="00694FB9" w:rsidP="00EA4832" w:rsidRDefault="00694FB9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D7BA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9C54AE" w:rsidR="00694FB9" w:rsidP="009C54AE" w:rsidRDefault="00694FB9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694FB9" w:rsidTr="00B819C8" w14:paraId="688ADA46" wp14:textId="77777777">
        <w:tc>
          <w:tcPr>
            <w:tcW w:w="2694" w:type="dxa"/>
            <w:vAlign w:val="center"/>
          </w:tcPr>
          <w:p w:rsidRPr="007D7BA2" w:rsidR="00694FB9" w:rsidP="009C54AE" w:rsidRDefault="00694FB9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7BA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694FB9" w:rsidP="009C54AE" w:rsidRDefault="00694FB9" w14:paraId="6EA0F7F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xmlns:wp14="http://schemas.microsoft.com/office/word/2010/wordml" w:rsidRPr="009C54AE" w:rsidR="00694FB9" w:rsidTr="00B819C8" w14:paraId="08E2BE52" wp14:textId="77777777">
        <w:tc>
          <w:tcPr>
            <w:tcW w:w="2694" w:type="dxa"/>
            <w:vAlign w:val="center"/>
          </w:tcPr>
          <w:p w:rsidRPr="007D7BA2" w:rsidR="00694FB9" w:rsidP="009C54AE" w:rsidRDefault="00694FB9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7BA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694FB9" w:rsidP="009C54AE" w:rsidRDefault="00694FB9" w14:paraId="16FA220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9C54AE" w:rsidR="00694FB9" w:rsidTr="00B819C8" w14:paraId="2A828DE0" wp14:textId="77777777">
        <w:tc>
          <w:tcPr>
            <w:tcW w:w="2694" w:type="dxa"/>
            <w:vAlign w:val="center"/>
          </w:tcPr>
          <w:p w:rsidRPr="007D7BA2" w:rsidR="00694FB9" w:rsidP="009C54AE" w:rsidRDefault="00694FB9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7BA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694FB9" w:rsidP="009C54AE" w:rsidRDefault="00694FB9" w14:paraId="72B0B03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xmlns:wp14="http://schemas.microsoft.com/office/word/2010/wordml" w:rsidRPr="009C54AE" w:rsidR="00694FB9" w:rsidTr="00B819C8" w14:paraId="77AD840C" wp14:textId="77777777">
        <w:tc>
          <w:tcPr>
            <w:tcW w:w="2694" w:type="dxa"/>
            <w:vAlign w:val="center"/>
          </w:tcPr>
          <w:p w:rsidRPr="007D7BA2" w:rsidR="00694FB9" w:rsidP="009C54AE" w:rsidRDefault="00694FB9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7BA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694FB9" w:rsidP="009C54AE" w:rsidRDefault="00694FB9" w14:paraId="26323D6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9C54AE" w:rsidR="00694FB9" w:rsidTr="00B819C8" w14:paraId="5C70B2EB" wp14:textId="77777777">
        <w:tc>
          <w:tcPr>
            <w:tcW w:w="2694" w:type="dxa"/>
            <w:vAlign w:val="center"/>
          </w:tcPr>
          <w:p w:rsidRPr="007D7BA2" w:rsidR="00694FB9" w:rsidP="009C54AE" w:rsidRDefault="00694FB9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7BA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694FB9" w:rsidP="009C54AE" w:rsidRDefault="00694FB9" w14:paraId="56B6840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9C54AE" w:rsidR="00694FB9" w:rsidTr="00B819C8" w14:paraId="082B6E21" wp14:textId="77777777">
        <w:tc>
          <w:tcPr>
            <w:tcW w:w="2694" w:type="dxa"/>
            <w:vAlign w:val="center"/>
          </w:tcPr>
          <w:p w:rsidRPr="007D7BA2" w:rsidR="00694FB9" w:rsidP="009C54AE" w:rsidRDefault="00694FB9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7BA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9C54AE" w:rsidR="00694FB9" w:rsidP="009C54AE" w:rsidRDefault="00694FB9" w14:paraId="1927FA6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Pierwszy/drugi</w:t>
            </w:r>
          </w:p>
        </w:tc>
      </w:tr>
      <w:tr xmlns:wp14="http://schemas.microsoft.com/office/word/2010/wordml" w:rsidRPr="009C54AE" w:rsidR="00694FB9" w:rsidTr="00B819C8" w14:paraId="69EA273B" wp14:textId="77777777">
        <w:tc>
          <w:tcPr>
            <w:tcW w:w="2694" w:type="dxa"/>
            <w:vAlign w:val="center"/>
          </w:tcPr>
          <w:p w:rsidRPr="007D7BA2" w:rsidR="00694FB9" w:rsidP="009C54AE" w:rsidRDefault="00694FB9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7BA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694FB9" w:rsidP="009C54AE" w:rsidRDefault="00694FB9" w14:paraId="75065D8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xmlns:wp14="http://schemas.microsoft.com/office/word/2010/wordml" w:rsidRPr="009C54AE" w:rsidR="00694FB9" w:rsidTr="00B819C8" w14:paraId="26EB6C12" wp14:textId="77777777">
        <w:tc>
          <w:tcPr>
            <w:tcW w:w="2694" w:type="dxa"/>
            <w:vAlign w:val="center"/>
          </w:tcPr>
          <w:p w:rsidRPr="007D7BA2" w:rsidR="00694FB9" w:rsidP="009C54AE" w:rsidRDefault="00694FB9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7BA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694FB9" w:rsidP="009C54AE" w:rsidRDefault="00694FB9" w14:paraId="07D1FAC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694FB9" w:rsidTr="00B819C8" w14:paraId="6B20C48E" wp14:textId="77777777">
        <w:tc>
          <w:tcPr>
            <w:tcW w:w="2694" w:type="dxa"/>
            <w:vAlign w:val="center"/>
          </w:tcPr>
          <w:p w:rsidRPr="007D7BA2" w:rsidR="00694FB9" w:rsidP="009C54AE" w:rsidRDefault="00694FB9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7BA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694FB9" w:rsidP="009C54AE" w:rsidRDefault="00694FB9" w14:paraId="624E58B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3B38">
              <w:rPr>
                <w:rFonts w:ascii="Corbel" w:hAnsi="Corbel"/>
                <w:b w:val="0"/>
                <w:sz w:val="24"/>
                <w:szCs w:val="24"/>
              </w:rPr>
              <w:t>Dr Mira Malczyńska-Biały</w:t>
            </w:r>
          </w:p>
        </w:tc>
      </w:tr>
      <w:tr xmlns:wp14="http://schemas.microsoft.com/office/word/2010/wordml" w:rsidRPr="009C54AE" w:rsidR="00694FB9" w:rsidTr="00B819C8" w14:paraId="43F60B3B" wp14:textId="77777777">
        <w:tc>
          <w:tcPr>
            <w:tcW w:w="2694" w:type="dxa"/>
            <w:vAlign w:val="center"/>
          </w:tcPr>
          <w:p w:rsidRPr="007D7BA2" w:rsidR="00694FB9" w:rsidP="009C54AE" w:rsidRDefault="00694FB9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7BA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EF74C9" w:rsidR="00694FB9" w:rsidP="009C54AE" w:rsidRDefault="00694FB9" w14:paraId="3B4E37C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4C9">
              <w:rPr>
                <w:rFonts w:ascii="Corbel" w:hAnsi="Corbel"/>
                <w:b w:val="0"/>
                <w:sz w:val="24"/>
                <w:szCs w:val="24"/>
              </w:rPr>
              <w:t>dr inż. Zbigniew Małodobry</w:t>
            </w:r>
          </w:p>
        </w:tc>
      </w:tr>
    </w:tbl>
    <w:p xmlns:wp14="http://schemas.microsoft.com/office/word/2010/wordml" w:rsidRPr="009C54AE" w:rsidR="00694FB9" w:rsidP="009C54AE" w:rsidRDefault="00694FB9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694FB9" w:rsidP="009C54AE" w:rsidRDefault="00694FB9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694FB9" w:rsidP="009C54AE" w:rsidRDefault="00694FB9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Pr="009C54AE" w:rsidR="00694FB9" w:rsidP="009C54AE" w:rsidRDefault="00694FB9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694FB9" w:rsidTr="000F39FD" w14:paraId="4A00F406" wp14:textId="77777777">
        <w:tc>
          <w:tcPr>
            <w:tcW w:w="1049" w:type="dxa"/>
          </w:tcPr>
          <w:p w:rsidRPr="007D7BA2" w:rsidR="00694FB9" w:rsidP="009C54AE" w:rsidRDefault="00694FB9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D7BA2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Pr="007D7BA2" w:rsidR="00694FB9" w:rsidP="009C54AE" w:rsidRDefault="00694FB9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D7BA2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:rsidRPr="007D7BA2" w:rsidR="00694FB9" w:rsidP="009C54AE" w:rsidRDefault="00694FB9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D7BA2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788" w:type="dxa"/>
            <w:vAlign w:val="center"/>
          </w:tcPr>
          <w:p w:rsidRPr="007D7BA2" w:rsidR="00694FB9" w:rsidP="009C54AE" w:rsidRDefault="00694FB9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D7BA2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Pr="007D7BA2" w:rsidR="00694FB9" w:rsidP="009C54AE" w:rsidRDefault="00694FB9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D7BA2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01" w:type="dxa"/>
            <w:vAlign w:val="center"/>
          </w:tcPr>
          <w:p w:rsidRPr="007D7BA2" w:rsidR="00694FB9" w:rsidP="009C54AE" w:rsidRDefault="00694FB9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D7BA2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1" w:type="dxa"/>
            <w:vAlign w:val="center"/>
          </w:tcPr>
          <w:p w:rsidRPr="007D7BA2" w:rsidR="00694FB9" w:rsidP="009C54AE" w:rsidRDefault="00694FB9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D7BA2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63" w:type="dxa"/>
            <w:vAlign w:val="center"/>
          </w:tcPr>
          <w:p w:rsidRPr="007D7BA2" w:rsidR="00694FB9" w:rsidP="009C54AE" w:rsidRDefault="00694FB9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D7BA2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8" w:type="dxa"/>
            <w:vAlign w:val="center"/>
          </w:tcPr>
          <w:p w:rsidRPr="007D7BA2" w:rsidR="00694FB9" w:rsidP="009C54AE" w:rsidRDefault="00694FB9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D7BA2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189" w:type="dxa"/>
            <w:vAlign w:val="center"/>
          </w:tcPr>
          <w:p w:rsidRPr="007D7BA2" w:rsidR="00694FB9" w:rsidP="009C54AE" w:rsidRDefault="00694FB9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D7BA2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05" w:type="dxa"/>
            <w:vAlign w:val="center"/>
          </w:tcPr>
          <w:p w:rsidRPr="007D7BA2" w:rsidR="00694FB9" w:rsidP="009C54AE" w:rsidRDefault="00694FB9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7D7BA2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xmlns:wp14="http://schemas.microsoft.com/office/word/2010/wordml" w:rsidRPr="009C54AE" w:rsidR="00694FB9" w:rsidTr="000F39FD" w14:paraId="20AE4E12" wp14:textId="77777777">
        <w:trPr>
          <w:trHeight w:val="453"/>
        </w:trPr>
        <w:tc>
          <w:tcPr>
            <w:tcW w:w="1049" w:type="dxa"/>
          </w:tcPr>
          <w:p w:rsidRPr="009C54AE" w:rsidR="00694FB9" w:rsidP="009C54AE" w:rsidRDefault="00694FB9" w14:paraId="7F83DA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vAlign w:val="center"/>
          </w:tcPr>
          <w:p w:rsidRPr="009C54AE" w:rsidR="00694FB9" w:rsidP="009C54AE" w:rsidRDefault="00694FB9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Pr="009C54AE" w:rsidR="00694FB9" w:rsidP="009C54AE" w:rsidRDefault="00694FB9" w14:paraId="33CFEC6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Pr="009C54AE" w:rsidR="00694FB9" w:rsidP="009C54AE" w:rsidRDefault="00694FB9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Pr="009C54AE" w:rsidR="00694FB9" w:rsidP="009C54AE" w:rsidRDefault="00694FB9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Pr="009C54AE" w:rsidR="00694FB9" w:rsidP="009C54AE" w:rsidRDefault="00694FB9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:rsidRPr="009C54AE" w:rsidR="00694FB9" w:rsidP="009C54AE" w:rsidRDefault="00694FB9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:rsidRPr="009C54AE" w:rsidR="00694FB9" w:rsidP="009C54AE" w:rsidRDefault="00694FB9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Pr="009C54AE" w:rsidR="00694FB9" w:rsidP="009C54AE" w:rsidRDefault="00694FB9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Pr="009C54AE" w:rsidR="00694FB9" w:rsidP="009C54AE" w:rsidRDefault="00694FB9" w14:paraId="649841B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xmlns:wp14="http://schemas.microsoft.com/office/word/2010/wordml" w:rsidRPr="009C54AE" w:rsidR="00694FB9" w:rsidP="009C54AE" w:rsidRDefault="00694FB9" w14:paraId="60061E4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694FB9" w:rsidP="009C54AE" w:rsidRDefault="00694FB9" w14:paraId="44EAFD9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694FB9" w:rsidP="00F83B28" w:rsidRDefault="00694FB9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694FB9" w:rsidP="698CD913" w:rsidRDefault="00694FB9" w14:paraId="6B8FCAAA" wp14:textId="77777777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698CD913" w:rsidR="00694FB9">
        <w:rPr>
          <w:rFonts w:ascii="MS Gothic" w:hAnsi="MS Gothic" w:eastAsia="MS Gothic" w:cs="MS Gothic"/>
          <w:b w:val="0"/>
          <w:bCs w:val="0"/>
          <w:caps w:val="0"/>
          <w:smallCaps w:val="0"/>
        </w:rPr>
        <w:t>☒</w:t>
      </w:r>
      <w:r w:rsidRPr="698CD913" w:rsidR="00694FB9">
        <w:rPr>
          <w:rFonts w:ascii="Corbel" w:hAnsi="Corbel"/>
          <w:b w:val="0"/>
          <w:bCs w:val="0"/>
          <w:caps w:val="0"/>
          <w:smallCaps w:val="0"/>
        </w:rPr>
        <w:t xml:space="preserve">zajęcia w formie tradycyjnej </w:t>
      </w:r>
    </w:p>
    <w:p w:rsidR="05F6D313" w:rsidP="698CD913" w:rsidRDefault="05F6D313" w14:paraId="7804155D" w14:textId="074F027E">
      <w:pPr>
        <w:pStyle w:val="Normal"/>
        <w:ind w:firstLine="708"/>
        <w:rPr>
          <w:rFonts w:ascii="Calibri" w:hAnsi="Calibri" w:eastAsia="Calibri" w:cs="Times New Roman"/>
          <w:noProof w:val="0"/>
          <w:lang w:val="pl-PL"/>
        </w:rPr>
      </w:pPr>
      <w:r w:rsidRPr="698CD913" w:rsidR="05F6D313">
        <w:rPr>
          <w:noProof w:val="0"/>
          <w:lang w:val="en-US"/>
        </w:rPr>
        <w:t>☐</w:t>
      </w:r>
      <w:r w:rsidRPr="698CD913" w:rsidR="05F6D313">
        <w:rPr>
          <w:noProof w:val="0"/>
          <w:lang w:val="pl-PL"/>
        </w:rPr>
        <w:t xml:space="preserve"> zajęcia realizowane z wykorzystaniem metod i technik kształcenia na odległość</w:t>
      </w:r>
    </w:p>
    <w:p w:rsidR="698CD913" w:rsidP="698CD913" w:rsidRDefault="698CD913" w14:paraId="61893E61" w14:textId="720CB6C8">
      <w:pPr>
        <w:pStyle w:val="Punktygwne"/>
        <w:spacing w:before="0" w:after="0"/>
        <w:ind w:left="709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</w:p>
    <w:p xmlns:wp14="http://schemas.microsoft.com/office/word/2010/wordml" w:rsidRPr="009C54AE" w:rsidR="00694FB9" w:rsidP="009C54AE" w:rsidRDefault="00694FB9" w14:paraId="4B94D5A5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694FB9" w:rsidP="00F83B28" w:rsidRDefault="00694FB9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Pr="009C54AE" w:rsidR="00694FB9" w:rsidP="00F83B28" w:rsidRDefault="00694FB9" w14:paraId="3DEEC669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xmlns:wp14="http://schemas.microsoft.com/office/word/2010/wordml" w:rsidRPr="00C33E85" w:rsidR="00694FB9" w:rsidP="009123B9" w:rsidRDefault="00694FB9" w14:paraId="6BB0E224" wp14:textId="77777777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Z</w:t>
      </w:r>
      <w:r w:rsidRPr="00C33E85">
        <w:rPr>
          <w:b w:val="0"/>
          <w:smallCaps w:val="0"/>
          <w:szCs w:val="24"/>
        </w:rPr>
        <w:t>aliczenie z oceną</w:t>
      </w:r>
    </w:p>
    <w:p xmlns:wp14="http://schemas.microsoft.com/office/word/2010/wordml" w:rsidR="00694FB9" w:rsidP="009C54AE" w:rsidRDefault="00694FB9" w14:paraId="3656B9A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694FB9" w:rsidP="009C54AE" w:rsidRDefault="00694FB9" w14:paraId="45FB0818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694FB9" w:rsidP="009C54AE" w:rsidRDefault="00694FB9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70"/>
      </w:tblGrid>
      <w:tr xmlns:wp14="http://schemas.microsoft.com/office/word/2010/wordml" w:rsidRPr="009C54AE" w:rsidR="00694FB9" w:rsidTr="00745302" w14:paraId="6DD1B76A" wp14:textId="77777777">
        <w:tc>
          <w:tcPr>
            <w:tcW w:w="9670" w:type="dxa"/>
          </w:tcPr>
          <w:p w:rsidRPr="009C54AE" w:rsidR="00694FB9" w:rsidP="009C54AE" w:rsidRDefault="00694FB9" w14:paraId="1EFE3186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xmlns:wp14="http://schemas.microsoft.com/office/word/2010/wordml" w:rsidR="00694FB9" w:rsidP="009C54AE" w:rsidRDefault="00694FB9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694FB9" w:rsidP="009C54AE" w:rsidRDefault="00694FB9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694FB9" w:rsidP="009C54AE" w:rsidRDefault="00694FB9" w14:paraId="53128261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694FB9" w:rsidP="009C54AE" w:rsidRDefault="00694FB9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="00694FB9" w:rsidP="009C54AE" w:rsidRDefault="00694FB9" w14:paraId="62486C05" wp14:textId="7777777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102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707"/>
        <w:gridCol w:w="9540"/>
      </w:tblGrid>
      <w:tr xmlns:wp14="http://schemas.microsoft.com/office/word/2010/wordml" w:rsidRPr="00C33E85" w:rsidR="00694FB9" w:rsidTr="00C83B38" w14:paraId="746719E6" wp14:textId="77777777">
        <w:trPr>
          <w:trHeight w:val="1679"/>
        </w:trPr>
        <w:tc>
          <w:tcPr>
            <w:tcW w:w="707" w:type="dxa"/>
            <w:vAlign w:val="center"/>
          </w:tcPr>
          <w:p w:rsidRPr="007D7BA2" w:rsidR="00694FB9" w:rsidP="003E7D00" w:rsidRDefault="00694FB9" w14:paraId="5372B5A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7D7BA2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540" w:type="dxa"/>
            <w:vAlign w:val="center"/>
          </w:tcPr>
          <w:p w:rsidRPr="007D7BA2" w:rsidR="00694FB9" w:rsidP="003E7D00" w:rsidRDefault="00694FB9" w14:paraId="68D43761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7D7BA2">
              <w:rPr>
                <w:b w:val="0"/>
                <w:sz w:val="24"/>
                <w:szCs w:val="24"/>
              </w:rPr>
              <w:t xml:space="preserve">Dostarczenie wiedzy o systemie nadzoru nad warunkami pracy  w Polsce, źródłach  prawa regulujących ten system, organach państwowego nadzoru nad warunkami pracy.  </w:t>
            </w:r>
          </w:p>
          <w:p w:rsidRPr="007D7BA2" w:rsidR="00694FB9" w:rsidP="003E7D00" w:rsidRDefault="00694FB9" w14:paraId="6976E44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7D7BA2">
              <w:rPr>
                <w:b w:val="0"/>
                <w:sz w:val="24"/>
                <w:szCs w:val="24"/>
              </w:rPr>
              <w:t>Przekazanie wiedzy z zakresu występujących w środowisku pracy zagrożeń i ich identyfikacja.</w:t>
            </w:r>
          </w:p>
          <w:p w:rsidRPr="007D7BA2" w:rsidR="00694FB9" w:rsidP="003E7D00" w:rsidRDefault="00694FB9" w14:paraId="6C37624B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7D7BA2">
              <w:rPr>
                <w:b w:val="0"/>
                <w:sz w:val="24"/>
                <w:szCs w:val="24"/>
              </w:rPr>
              <w:t>Zapoznanie studentów z podstawowymi problemami i zagadnieniami dotyczącymi zadań , uprawnień i metod pracy służb BHP.</w:t>
            </w:r>
          </w:p>
        </w:tc>
      </w:tr>
      <w:tr xmlns:wp14="http://schemas.microsoft.com/office/word/2010/wordml" w:rsidRPr="00C33E85" w:rsidR="00694FB9" w:rsidTr="00C83B38" w14:paraId="37F9B39E" wp14:textId="77777777">
        <w:trPr>
          <w:trHeight w:val="581"/>
        </w:trPr>
        <w:tc>
          <w:tcPr>
            <w:tcW w:w="707" w:type="dxa"/>
            <w:vAlign w:val="center"/>
          </w:tcPr>
          <w:p w:rsidRPr="007D7BA2" w:rsidR="00694FB9" w:rsidP="003E7D00" w:rsidRDefault="00694FB9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7D7BA2">
              <w:rPr>
                <w:sz w:val="24"/>
                <w:szCs w:val="24"/>
              </w:rPr>
              <w:t>C2</w:t>
            </w:r>
          </w:p>
        </w:tc>
        <w:tc>
          <w:tcPr>
            <w:tcW w:w="9540" w:type="dxa"/>
            <w:vAlign w:val="center"/>
          </w:tcPr>
          <w:p w:rsidRPr="007D7BA2" w:rsidR="00694FB9" w:rsidP="003E7D00" w:rsidRDefault="00694FB9" w14:paraId="3149D80F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7D7BA2">
              <w:rPr>
                <w:b w:val="0"/>
                <w:sz w:val="24"/>
                <w:szCs w:val="24"/>
              </w:rPr>
              <w:t>Przekazanie wiedzy z zakresu nadzoru nad warunkami pracy w zakładach pracy i ochroną przeciwpożarową.</w:t>
            </w:r>
          </w:p>
        </w:tc>
      </w:tr>
      <w:tr xmlns:wp14="http://schemas.microsoft.com/office/word/2010/wordml" w:rsidRPr="00C33E85" w:rsidR="00694FB9" w:rsidTr="00C83B38" w14:paraId="239F55DB" wp14:textId="77777777">
        <w:trPr>
          <w:trHeight w:val="1421"/>
        </w:trPr>
        <w:tc>
          <w:tcPr>
            <w:tcW w:w="707" w:type="dxa"/>
            <w:vAlign w:val="center"/>
          </w:tcPr>
          <w:p w:rsidRPr="007D7BA2" w:rsidR="00694FB9" w:rsidP="003E7D00" w:rsidRDefault="00694FB9" w14:paraId="53C0B3C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7D7BA2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9540" w:type="dxa"/>
            <w:vAlign w:val="center"/>
          </w:tcPr>
          <w:p w:rsidRPr="007D7BA2" w:rsidR="00694FB9" w:rsidP="003E7D00" w:rsidRDefault="00694FB9" w14:paraId="054281A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7D7BA2">
              <w:rPr>
                <w:b w:val="0"/>
                <w:sz w:val="24"/>
                <w:szCs w:val="24"/>
              </w:rPr>
              <w:t xml:space="preserve">Przekazanie wiedzy z zakresu osiągnięć ergonomii w obszarze kształtowania warunków pracy. </w:t>
            </w:r>
          </w:p>
          <w:p w:rsidRPr="007D7BA2" w:rsidR="00694FB9" w:rsidP="003E7D00" w:rsidRDefault="00694FB9" w14:paraId="0077BD2E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7D7BA2">
              <w:rPr>
                <w:b w:val="0"/>
                <w:sz w:val="24"/>
                <w:szCs w:val="24"/>
              </w:rPr>
              <w:t xml:space="preserve">Zapoznanie studentów z wykonywaniem oceny ryzyka zawodowego, dokumentacji powypadkowej, udzielaniem pomocy w sytuacji wypadku,  </w:t>
            </w:r>
          </w:p>
          <w:p w:rsidRPr="007D7BA2" w:rsidR="00694FB9" w:rsidP="003E7D00" w:rsidRDefault="00694FB9" w14:paraId="29D6B04F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7D7BA2">
              <w:rPr>
                <w:b w:val="0"/>
                <w:sz w:val="24"/>
                <w:szCs w:val="24"/>
              </w:rPr>
              <w:t xml:space="preserve"> </w:t>
            </w:r>
          </w:p>
        </w:tc>
      </w:tr>
    </w:tbl>
    <w:p xmlns:wp14="http://schemas.microsoft.com/office/word/2010/wordml" w:rsidRPr="009C54AE" w:rsidR="00694FB9" w:rsidP="009C54AE" w:rsidRDefault="00694FB9" w14:paraId="4101652C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694FB9" w:rsidP="009C54AE" w:rsidRDefault="00694FB9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694FB9" w:rsidP="009C54AE" w:rsidRDefault="00694FB9" w14:paraId="4B99056E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701"/>
        <w:gridCol w:w="6096"/>
        <w:gridCol w:w="1873"/>
      </w:tblGrid>
      <w:tr xmlns:wp14="http://schemas.microsoft.com/office/word/2010/wordml" w:rsidRPr="009C54AE" w:rsidR="00694FB9" w:rsidTr="0071620A" w14:paraId="61F38664" wp14:textId="77777777">
        <w:tc>
          <w:tcPr>
            <w:tcW w:w="1701" w:type="dxa"/>
            <w:vAlign w:val="center"/>
          </w:tcPr>
          <w:p w:rsidRPr="009C54AE" w:rsidR="00694FB9" w:rsidP="009C54AE" w:rsidRDefault="00694FB9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694FB9" w:rsidP="00C05F44" w:rsidRDefault="00694FB9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694FB9" w:rsidP="00C05F44" w:rsidRDefault="00694FB9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FootnoteReference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694FB9" w:rsidTr="005E6E85" w14:paraId="15E11EF8" wp14:textId="77777777">
        <w:tc>
          <w:tcPr>
            <w:tcW w:w="1701" w:type="dxa"/>
          </w:tcPr>
          <w:p w:rsidRPr="009C54AE" w:rsidR="00694FB9" w:rsidP="009C54AE" w:rsidRDefault="00694FB9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C33E85" w:rsidR="00694FB9" w:rsidP="00C83B38" w:rsidRDefault="00694FB9" w14:paraId="708318A3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</w:t>
            </w:r>
            <w:r w:rsidRPr="00C33E85">
              <w:rPr>
                <w:b w:val="0"/>
                <w:smallCaps w:val="0"/>
                <w:szCs w:val="24"/>
              </w:rPr>
              <w:t>na podstawowe przepisy prawa pracy dot.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C33E85">
              <w:rPr>
                <w:b w:val="0"/>
                <w:smallCaps w:val="0"/>
                <w:szCs w:val="24"/>
              </w:rPr>
              <w:t>bhp,</w:t>
            </w:r>
          </w:p>
          <w:p w:rsidRPr="00C33E85" w:rsidR="00694FB9" w:rsidP="00C83B38" w:rsidRDefault="00694FB9" w14:paraId="06A8ADD9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potrafi zidentyfikować podstawowe zagrożenia występujące  w środowisku pracy,</w:t>
            </w:r>
          </w:p>
          <w:p w:rsidRPr="009C54AE" w:rsidR="00694FB9" w:rsidP="00C83B38" w:rsidRDefault="00694FB9" w14:paraId="731A54B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zna zadania, uprawnienia i metody pracy służb bhp.</w:t>
            </w:r>
          </w:p>
        </w:tc>
        <w:tc>
          <w:tcPr>
            <w:tcW w:w="1873" w:type="dxa"/>
          </w:tcPr>
          <w:p w:rsidR="00694FB9" w:rsidP="00C83B38" w:rsidRDefault="00694FB9" w14:paraId="03BDD1A8" wp14:textId="77777777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K_W13</w:t>
            </w:r>
          </w:p>
          <w:p w:rsidRPr="009C54AE" w:rsidR="00694FB9" w:rsidP="009C54AE" w:rsidRDefault="00694FB9" w14:paraId="1299C43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xmlns:wp14="http://schemas.microsoft.com/office/word/2010/wordml" w:rsidRPr="009C54AE" w:rsidR="00694FB9" w:rsidTr="005E6E85" w14:paraId="3CBC2C74" wp14:textId="77777777">
        <w:tc>
          <w:tcPr>
            <w:tcW w:w="1701" w:type="dxa"/>
          </w:tcPr>
          <w:p w:rsidRPr="009C54AE" w:rsidR="00694FB9" w:rsidP="009C54AE" w:rsidRDefault="00694FB9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C33E85" w:rsidR="00694FB9" w:rsidP="00C83B38" w:rsidRDefault="00694FB9" w14:paraId="2BC39372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I</w:t>
            </w:r>
            <w:r w:rsidRPr="00C33E85">
              <w:rPr>
                <w:b w:val="0"/>
                <w:smallCaps w:val="0"/>
                <w:szCs w:val="24"/>
              </w:rPr>
              <w:t>dentyfikuje korzyści poprawnego zarządzania bhp w organizacji</w:t>
            </w:r>
          </w:p>
          <w:p w:rsidRPr="009C54AE" w:rsidR="00694FB9" w:rsidP="00C83B38" w:rsidRDefault="00694FB9" w14:paraId="204C6CE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nabył umiejętności odpowiedniego reagowania w przypadku zagrożenia pożarowego.</w:t>
            </w:r>
          </w:p>
        </w:tc>
        <w:tc>
          <w:tcPr>
            <w:tcW w:w="1873" w:type="dxa"/>
          </w:tcPr>
          <w:p w:rsidR="00694FB9" w:rsidP="00C83B38" w:rsidRDefault="00694FB9" w14:paraId="62FEC980" wp14:textId="77777777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K_W15</w:t>
            </w:r>
          </w:p>
          <w:p w:rsidRPr="009C54AE" w:rsidR="00694FB9" w:rsidP="009C54AE" w:rsidRDefault="00694FB9" w14:paraId="4DDBEF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xmlns:wp14="http://schemas.microsoft.com/office/word/2010/wordml" w:rsidRPr="009C54AE" w:rsidR="00694FB9" w:rsidTr="005E6E85" w14:paraId="4F72EA2F" wp14:textId="77777777">
        <w:tc>
          <w:tcPr>
            <w:tcW w:w="1701" w:type="dxa"/>
          </w:tcPr>
          <w:p w:rsidRPr="009C54AE" w:rsidR="00694FB9" w:rsidP="009C54AE" w:rsidRDefault="00694FB9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C33E85" w:rsidR="00694FB9" w:rsidP="00C83B38" w:rsidRDefault="00694FB9" w14:paraId="00BBECDA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</w:t>
            </w:r>
            <w:r w:rsidRPr="00C33E85">
              <w:rPr>
                <w:b w:val="0"/>
                <w:smallCaps w:val="0"/>
                <w:szCs w:val="24"/>
              </w:rPr>
              <w:t>otrafi wykonać ocenę ryzyka zawodowego na poszczególnych stanowiskach pracy,</w:t>
            </w:r>
          </w:p>
          <w:p w:rsidRPr="00C33E85" w:rsidR="00694FB9" w:rsidP="00C83B38" w:rsidRDefault="00694FB9" w14:paraId="2C963F3C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potrafi analizować przyczyny wypadku przy pracy i chorób zawodowych,</w:t>
            </w:r>
          </w:p>
          <w:p w:rsidRPr="009C54AE" w:rsidR="00694FB9" w:rsidP="00C83B38" w:rsidRDefault="00694FB9" w14:paraId="51D8D36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umiejętnie ocenia zagrożenia poszkodowanego jak i ratującego,</w:t>
            </w:r>
          </w:p>
        </w:tc>
        <w:tc>
          <w:tcPr>
            <w:tcW w:w="1873" w:type="dxa"/>
          </w:tcPr>
          <w:p w:rsidR="00694FB9" w:rsidP="00C83B38" w:rsidRDefault="00694FB9" w14:paraId="1F557C71" wp14:textId="77777777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K_U11</w:t>
            </w:r>
          </w:p>
          <w:p w:rsidRPr="009C54AE" w:rsidR="00694FB9" w:rsidP="009C54AE" w:rsidRDefault="00694FB9" w14:paraId="3461D77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xmlns:wp14="http://schemas.microsoft.com/office/word/2010/wordml" w:rsidRPr="009C54AE" w:rsidR="00694FB9" w:rsidTr="005E6E85" w14:paraId="74DD352A" wp14:textId="77777777">
        <w:tc>
          <w:tcPr>
            <w:tcW w:w="1701" w:type="dxa"/>
          </w:tcPr>
          <w:p w:rsidRPr="009C54AE" w:rsidR="00694FB9" w:rsidP="009C54AE" w:rsidRDefault="00694FB9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694FB9" w:rsidP="00C83B38" w:rsidRDefault="00694FB9" w14:paraId="0CC4C100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</w:t>
            </w:r>
            <w:r w:rsidRPr="00C33E85">
              <w:rPr>
                <w:b w:val="0"/>
                <w:smallCaps w:val="0"/>
                <w:szCs w:val="24"/>
              </w:rPr>
              <w:t>otrafi samodzielnie uaktualniać wiedzę odnośnie przepisów bhp</w:t>
            </w:r>
            <w:r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694FB9" w:rsidP="00C83B38" w:rsidRDefault="00694FB9" w14:paraId="2585C346" wp14:textId="77777777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K_K06</w:t>
            </w:r>
          </w:p>
          <w:p w:rsidRPr="009C54AE" w:rsidR="00694FB9" w:rsidP="009C54AE" w:rsidRDefault="00694FB9" w14:paraId="3CF2D8B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694FB9" w:rsidP="009C54AE" w:rsidRDefault="00694FB9" w14:paraId="0FB78278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694FB9" w:rsidP="003230A7" w:rsidRDefault="00694FB9" w14:paraId="3358EFAA" wp14:textId="77777777">
      <w:pPr>
        <w:pStyle w:val="ListParagraph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3230A7" w:rsidR="00694FB9" w:rsidP="003230A7" w:rsidRDefault="00694FB9" w14:paraId="1FC39945" wp14:textId="77777777">
      <w:pPr>
        <w:pStyle w:val="ListParagraph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xmlns:wp14="http://schemas.microsoft.com/office/word/2010/wordml" w:rsidRPr="003230A7" w:rsidR="00694FB9" w:rsidP="003230A7" w:rsidRDefault="00694FB9" w14:paraId="25513626" wp14:textId="7777777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7229"/>
      </w:tblGrid>
      <w:tr xmlns:wp14="http://schemas.microsoft.com/office/word/2010/wordml" w:rsidRPr="00C33E85" w:rsidR="00694FB9" w:rsidTr="003E7D00" w14:paraId="587EA2A8" wp14:textId="77777777">
        <w:tc>
          <w:tcPr>
            <w:tcW w:w="7229" w:type="dxa"/>
          </w:tcPr>
          <w:p w:rsidRPr="00C33E85" w:rsidR="00694FB9" w:rsidP="003E7D00" w:rsidRDefault="00694FB9" w14:paraId="35113026" wp14:textId="77777777">
            <w:pPr>
              <w:pStyle w:val="ListParagraph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C33E85" w:rsidR="00694FB9" w:rsidTr="003E7D00" w14:paraId="331EE68F" wp14:textId="77777777">
        <w:tc>
          <w:tcPr>
            <w:tcW w:w="7229" w:type="dxa"/>
          </w:tcPr>
          <w:p w:rsidRPr="00C33E85" w:rsidR="00694FB9" w:rsidP="003E7D00" w:rsidRDefault="00694FB9" w14:paraId="062C696E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Podstawy prawne z zakresu prawa pracy dotyczące bhp</w:t>
            </w:r>
          </w:p>
        </w:tc>
      </w:tr>
      <w:tr xmlns:wp14="http://schemas.microsoft.com/office/word/2010/wordml" w:rsidRPr="00C33E85" w:rsidR="00694FB9" w:rsidTr="003E7D00" w14:paraId="66BD0F10" wp14:textId="77777777">
        <w:tc>
          <w:tcPr>
            <w:tcW w:w="7229" w:type="dxa"/>
          </w:tcPr>
          <w:p w:rsidRPr="00C33E85" w:rsidR="00694FB9" w:rsidP="003E7D00" w:rsidRDefault="00694FB9" w14:paraId="29D3BBD5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Analiza i ocena zagrożeń występujących na stanowiskach pracy</w:t>
            </w:r>
          </w:p>
        </w:tc>
      </w:tr>
      <w:tr xmlns:wp14="http://schemas.microsoft.com/office/word/2010/wordml" w:rsidRPr="00C33E85" w:rsidR="00694FB9" w:rsidTr="003E7D00" w14:paraId="31F74CE1" wp14:textId="77777777">
        <w:tc>
          <w:tcPr>
            <w:tcW w:w="7229" w:type="dxa"/>
          </w:tcPr>
          <w:p w:rsidRPr="00C33E85" w:rsidR="00694FB9" w:rsidP="003E7D00" w:rsidRDefault="00694FB9" w14:paraId="3F9B392C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Wypadki przy pracy, choroby zawodowe oraz świadczenia z nimi związane.</w:t>
            </w:r>
          </w:p>
        </w:tc>
      </w:tr>
      <w:tr xmlns:wp14="http://schemas.microsoft.com/office/word/2010/wordml" w:rsidRPr="00C33E85" w:rsidR="00694FB9" w:rsidTr="003E7D00" w14:paraId="7A0D34C2" wp14:textId="77777777">
        <w:tc>
          <w:tcPr>
            <w:tcW w:w="7229" w:type="dxa"/>
          </w:tcPr>
          <w:p w:rsidRPr="00C33E85" w:rsidR="00694FB9" w:rsidP="003E7D00" w:rsidRDefault="00694FB9" w14:paraId="500B4574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Analizowanie przyczyn wypadku przy pracy i chorób zawodowych,</w:t>
            </w:r>
          </w:p>
        </w:tc>
      </w:tr>
      <w:tr xmlns:wp14="http://schemas.microsoft.com/office/word/2010/wordml" w:rsidRPr="00C33E85" w:rsidR="00694FB9" w:rsidTr="003E7D00" w14:paraId="36FF6D94" wp14:textId="77777777">
        <w:tc>
          <w:tcPr>
            <w:tcW w:w="7229" w:type="dxa"/>
          </w:tcPr>
          <w:p w:rsidRPr="00C33E85" w:rsidR="00694FB9" w:rsidP="003E7D00" w:rsidRDefault="00694FB9" w14:paraId="74F82FE6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Postępowanie w przypadku zagrożenia pożarowego</w:t>
            </w:r>
          </w:p>
        </w:tc>
      </w:tr>
    </w:tbl>
    <w:p xmlns:wp14="http://schemas.microsoft.com/office/word/2010/wordml" w:rsidRPr="009C54AE" w:rsidR="00694FB9" w:rsidP="009C54AE" w:rsidRDefault="00694FB9" w14:paraId="0562CB0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694FB9" w:rsidP="009C54AE" w:rsidRDefault="00694FB9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694FB9" w:rsidP="009C54AE" w:rsidRDefault="00694FB9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153C41" w:rsidR="00694FB9" w:rsidP="003230A7" w:rsidRDefault="00694FB9" w14:paraId="41402A23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. </w:t>
      </w:r>
    </w:p>
    <w:p xmlns:wp14="http://schemas.microsoft.com/office/word/2010/wordml" w:rsidR="00694FB9" w:rsidP="009C54AE" w:rsidRDefault="00694FB9" w14:paraId="62EBF3C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694FB9" w:rsidP="009C54AE" w:rsidRDefault="00694FB9" w14:paraId="6D98A12B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694FB9" w:rsidP="009C54AE" w:rsidRDefault="00694FB9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xmlns:wp14="http://schemas.microsoft.com/office/word/2010/wordml" w:rsidRPr="009C54AE" w:rsidR="00694FB9" w:rsidP="009C54AE" w:rsidRDefault="00694FB9" w14:paraId="2946DB82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694FB9" w:rsidP="009C54AE" w:rsidRDefault="00694FB9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694FB9" w:rsidP="009C54AE" w:rsidRDefault="00694FB9" w14:paraId="5997CC1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985"/>
        <w:gridCol w:w="5528"/>
        <w:gridCol w:w="2126"/>
      </w:tblGrid>
      <w:tr xmlns:wp14="http://schemas.microsoft.com/office/word/2010/wordml" w:rsidRPr="009C54AE" w:rsidR="00694FB9" w:rsidTr="00C05F44" w14:paraId="3CD72C34" wp14:textId="77777777">
        <w:tc>
          <w:tcPr>
            <w:tcW w:w="1985" w:type="dxa"/>
            <w:vAlign w:val="center"/>
          </w:tcPr>
          <w:p w:rsidRPr="009C54AE" w:rsidR="00694FB9" w:rsidP="009C54AE" w:rsidRDefault="00694FB9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694FB9" w:rsidP="009C54AE" w:rsidRDefault="00694FB9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694FB9" w:rsidP="009C54AE" w:rsidRDefault="00694FB9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694FB9" w:rsidP="009C54AE" w:rsidRDefault="00694FB9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694FB9" w:rsidP="009C54AE" w:rsidRDefault="00694FB9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xmlns:wp14="http://schemas.microsoft.com/office/word/2010/wordml" w:rsidRPr="009C54AE" w:rsidR="00694FB9" w:rsidTr="00C05F44" w14:paraId="79217AD9" wp14:textId="77777777">
        <w:tc>
          <w:tcPr>
            <w:tcW w:w="1985" w:type="dxa"/>
          </w:tcPr>
          <w:p w:rsidRPr="00C33E85" w:rsidR="00694FB9" w:rsidP="003230A7" w:rsidRDefault="00694FB9" w14:paraId="38E57954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33E85">
              <w:rPr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C33E85" w:rsidR="00694FB9" w:rsidP="003230A7" w:rsidRDefault="00694FB9" w14:paraId="44E247C3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 ustne</w:t>
            </w:r>
            <w:r w:rsidRPr="00C33E85">
              <w:rPr>
                <w:b w:val="0"/>
                <w:smallCaps w:val="0"/>
                <w:szCs w:val="24"/>
              </w:rPr>
              <w:t>, obecność</w:t>
            </w:r>
          </w:p>
        </w:tc>
        <w:tc>
          <w:tcPr>
            <w:tcW w:w="2126" w:type="dxa"/>
          </w:tcPr>
          <w:p w:rsidRPr="00C33E85" w:rsidR="00694FB9" w:rsidP="003230A7" w:rsidRDefault="00694FB9" w14:paraId="7F626B56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ćwiczenia</w:t>
            </w:r>
          </w:p>
        </w:tc>
      </w:tr>
      <w:tr xmlns:wp14="http://schemas.microsoft.com/office/word/2010/wordml" w:rsidRPr="009C54AE" w:rsidR="00694FB9" w:rsidTr="00C05F44" w14:paraId="67EF92B3" wp14:textId="77777777">
        <w:tc>
          <w:tcPr>
            <w:tcW w:w="1985" w:type="dxa"/>
          </w:tcPr>
          <w:p w:rsidRPr="00C33E85" w:rsidR="00694FB9" w:rsidP="00AE5608" w:rsidRDefault="00694FB9" w14:paraId="7E001888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33E85">
              <w:rPr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C33E85" w:rsidR="00694FB9" w:rsidP="00AE5608" w:rsidRDefault="00694FB9" w14:paraId="45EB82FF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 ustne</w:t>
            </w:r>
            <w:r w:rsidRPr="00C33E85">
              <w:rPr>
                <w:b w:val="0"/>
                <w:smallCaps w:val="0"/>
                <w:szCs w:val="24"/>
              </w:rPr>
              <w:t>, obecność</w:t>
            </w:r>
          </w:p>
        </w:tc>
        <w:tc>
          <w:tcPr>
            <w:tcW w:w="2126" w:type="dxa"/>
          </w:tcPr>
          <w:p w:rsidRPr="00C33E85" w:rsidR="00694FB9" w:rsidP="00AE5608" w:rsidRDefault="00694FB9" w14:paraId="04C64560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ćwiczenia</w:t>
            </w:r>
          </w:p>
        </w:tc>
      </w:tr>
      <w:tr xmlns:wp14="http://schemas.microsoft.com/office/word/2010/wordml" w:rsidRPr="00C33E85" w:rsidR="00694FB9" w:rsidTr="003230A7" w14:paraId="146B08E8" wp14:textId="77777777">
        <w:tc>
          <w:tcPr>
            <w:tcW w:w="1985" w:type="dxa"/>
          </w:tcPr>
          <w:p w:rsidRPr="00C33E85" w:rsidR="00694FB9" w:rsidP="00AE5608" w:rsidRDefault="00694FB9" w14:paraId="2D9D6CFB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33E85">
              <w:rPr>
                <w:b w:val="0"/>
                <w:szCs w:val="24"/>
              </w:rPr>
              <w:t xml:space="preserve">Ek_ 03 </w:t>
            </w:r>
          </w:p>
        </w:tc>
        <w:tc>
          <w:tcPr>
            <w:tcW w:w="5528" w:type="dxa"/>
          </w:tcPr>
          <w:p w:rsidRPr="00C33E85" w:rsidR="00694FB9" w:rsidP="00AE5608" w:rsidRDefault="00694FB9" w14:paraId="34DDCD3C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obserwacja w trakcie zajęć, obecność</w:t>
            </w:r>
          </w:p>
        </w:tc>
        <w:tc>
          <w:tcPr>
            <w:tcW w:w="2126" w:type="dxa"/>
          </w:tcPr>
          <w:p w:rsidRPr="00C33E85" w:rsidR="00694FB9" w:rsidP="00AE5608" w:rsidRDefault="00694FB9" w14:paraId="23CA83C4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ćwiczenia</w:t>
            </w:r>
          </w:p>
        </w:tc>
      </w:tr>
      <w:tr xmlns:wp14="http://schemas.microsoft.com/office/word/2010/wordml" w:rsidRPr="00C33E85" w:rsidR="00694FB9" w:rsidTr="003230A7" w14:paraId="6564804A" wp14:textId="77777777">
        <w:tc>
          <w:tcPr>
            <w:tcW w:w="1985" w:type="dxa"/>
          </w:tcPr>
          <w:p w:rsidRPr="00C33E85" w:rsidR="00694FB9" w:rsidP="00AE5608" w:rsidRDefault="00694FB9" w14:paraId="09C04E8A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33E85">
              <w:rPr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Pr="00C33E85" w:rsidR="00694FB9" w:rsidP="00AE5608" w:rsidRDefault="00694FB9" w14:paraId="1E67B3F4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obserwacja w trakcie zajęć, obecność</w:t>
            </w:r>
          </w:p>
        </w:tc>
        <w:tc>
          <w:tcPr>
            <w:tcW w:w="2126" w:type="dxa"/>
          </w:tcPr>
          <w:p w:rsidRPr="00C33E85" w:rsidR="00694FB9" w:rsidP="00AE5608" w:rsidRDefault="00694FB9" w14:paraId="69BAA590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ćwiczenia</w:t>
            </w:r>
          </w:p>
        </w:tc>
      </w:tr>
    </w:tbl>
    <w:p xmlns:wp14="http://schemas.microsoft.com/office/word/2010/wordml" w:rsidRPr="009C54AE" w:rsidR="00694FB9" w:rsidP="009C54AE" w:rsidRDefault="00694FB9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xmlns:wp14="http://schemas.microsoft.com/office/word/2010/wordml" w:rsidRPr="009C54AE" w:rsidR="00694FB9" w:rsidP="009C54AE" w:rsidRDefault="00694FB9" w14:paraId="110FFD37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70"/>
      </w:tblGrid>
      <w:tr xmlns:wp14="http://schemas.microsoft.com/office/word/2010/wordml" w:rsidRPr="009C54AE" w:rsidR="00694FB9" w:rsidTr="00923D7D" w14:paraId="022A8A09" wp14:textId="77777777">
        <w:tc>
          <w:tcPr>
            <w:tcW w:w="9670" w:type="dxa"/>
          </w:tcPr>
          <w:p w:rsidR="00694FB9" w:rsidP="003230A7" w:rsidRDefault="00694FB9" w14:paraId="2AEFA380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</w:t>
            </w:r>
            <w:r w:rsidRPr="00A06E99">
              <w:rPr>
                <w:b w:val="0"/>
                <w:smallCaps w:val="0"/>
                <w:szCs w:val="24"/>
              </w:rPr>
              <w:t>arunkiem zaliczenia jest 70 % poprawnych odpowiedzi</w:t>
            </w:r>
            <w:r>
              <w:rPr>
                <w:b w:val="0"/>
                <w:smallCaps w:val="0"/>
                <w:szCs w:val="24"/>
              </w:rPr>
              <w:t xml:space="preserve"> (kolokwium ustne)</w:t>
            </w:r>
          </w:p>
          <w:p w:rsidR="00694FB9" w:rsidP="003230A7" w:rsidRDefault="00694FB9" w14:paraId="6B699379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Pr="003C02B1" w:rsidR="00694FB9" w:rsidP="003230A7" w:rsidRDefault="00694FB9" w14:paraId="281AF0FE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bardzo 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aktywność na zajęciach, uzyskanie od 95% do 100%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punktów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3C02B1" w:rsidR="00694FB9" w:rsidP="003230A7" w:rsidRDefault="00694FB9" w14:paraId="4DF3E1B6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aktywność na zajęciach, uzyskanie od 90% do 94%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punktów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Pr="003C02B1" w:rsidR="00694FB9" w:rsidP="003230A7" w:rsidRDefault="00694FB9" w14:paraId="193D3759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 xml:space="preserve">Ocena dobra – aktywność na zajęciach, uzyskanie od </w:t>
            </w: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% do </w:t>
            </w:r>
            <w:r>
              <w:rPr>
                <w:rFonts w:ascii="Times New Roman" w:hAnsi="Times New Roman"/>
                <w:sz w:val="24"/>
                <w:szCs w:val="24"/>
              </w:rPr>
              <w:t>89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:rsidRPr="003C02B1" w:rsidR="00694FB9" w:rsidP="003230A7" w:rsidRDefault="00694FB9" w14:paraId="58BBFF00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 xml:space="preserve">Ocena +dostateczna  – aktywność na zajęciach, uzyskanie od </w:t>
            </w: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r>
              <w:rPr>
                <w:rFonts w:ascii="Times New Roman" w:hAnsi="Times New Roman"/>
                <w:sz w:val="24"/>
                <w:szCs w:val="24"/>
              </w:rPr>
              <w:t>84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:rsidRPr="003C02B1" w:rsidR="00694FB9" w:rsidP="003230A7" w:rsidRDefault="00694FB9" w14:paraId="04F817AF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 xml:space="preserve">Ocena dostateczna – brak aktywności na zajęciach, uzyskanie od 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% do </w:t>
            </w:r>
            <w:r>
              <w:rPr>
                <w:rFonts w:ascii="Times New Roman" w:hAnsi="Times New Roman"/>
                <w:sz w:val="24"/>
                <w:szCs w:val="24"/>
              </w:rPr>
              <w:t>79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:rsidR="00694FB9" w:rsidP="003230A7" w:rsidRDefault="00694FB9" w14:paraId="25F4E3E6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niedostateczna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brak aktywności na zajęciach, uzyskanie mniej niż 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:rsidRPr="009C54AE" w:rsidR="00694FB9" w:rsidP="009C54AE" w:rsidRDefault="00694FB9" w14:paraId="3FE9F23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694FB9" w:rsidP="009C54AE" w:rsidRDefault="00694FB9" w14:paraId="1F72F6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694FB9" w:rsidP="009C54AE" w:rsidRDefault="00694FB9" w14:paraId="08CE6F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694FB9" w:rsidP="009C54AE" w:rsidRDefault="00694FB9" w14:paraId="61CDCEA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694FB9" w:rsidP="009C54AE" w:rsidRDefault="00694FB9" w14:paraId="32066DA3" wp14:textId="77777777">
      <w:pPr>
        <w:pStyle w:val="NoSpacing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Pr="009C54AE" w:rsidR="00694FB9" w:rsidP="009C54AE" w:rsidRDefault="00694FB9" w14:paraId="6BB9E25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4962"/>
        <w:gridCol w:w="4677"/>
      </w:tblGrid>
      <w:tr xmlns:wp14="http://schemas.microsoft.com/office/word/2010/wordml" w:rsidRPr="009C54AE" w:rsidR="00694FB9" w:rsidTr="003E1941" w14:paraId="63D9DE79" wp14:textId="77777777">
        <w:tc>
          <w:tcPr>
            <w:tcW w:w="4962" w:type="dxa"/>
            <w:vAlign w:val="center"/>
          </w:tcPr>
          <w:p w:rsidRPr="009C54AE" w:rsidR="00694FB9" w:rsidP="009C54AE" w:rsidRDefault="00694FB9" w14:paraId="4C452BB7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694FB9" w:rsidP="009C54AE" w:rsidRDefault="00694FB9" w14:paraId="4BAACCBA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9C54AE" w:rsidR="00694FB9" w:rsidTr="00923D7D" w14:paraId="110FDCF0" wp14:textId="77777777">
        <w:tc>
          <w:tcPr>
            <w:tcW w:w="4962" w:type="dxa"/>
          </w:tcPr>
          <w:p w:rsidRPr="009C54AE" w:rsidR="00694FB9" w:rsidP="009C54AE" w:rsidRDefault="00694FB9" w14:paraId="1943409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694FB9" w:rsidP="009C54AE" w:rsidRDefault="00694FB9" w14:paraId="423D4B9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694FB9" w:rsidTr="00923D7D" w14:paraId="0004E3CC" wp14:textId="77777777">
        <w:tc>
          <w:tcPr>
            <w:tcW w:w="4962" w:type="dxa"/>
          </w:tcPr>
          <w:p w:rsidRPr="009C54AE" w:rsidR="00694FB9" w:rsidP="009C54AE" w:rsidRDefault="00694FB9" w14:paraId="2750A6C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694FB9" w:rsidP="009C54AE" w:rsidRDefault="00694FB9" w14:paraId="49ABEFC1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694FB9" w:rsidP="009C54AE" w:rsidRDefault="00694FB9" w14:paraId="56B20A0C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xmlns:wp14="http://schemas.microsoft.com/office/word/2010/wordml" w:rsidRPr="009C54AE" w:rsidR="00694FB9" w:rsidTr="00923D7D" w14:paraId="473A996F" wp14:textId="77777777">
        <w:tc>
          <w:tcPr>
            <w:tcW w:w="4962" w:type="dxa"/>
          </w:tcPr>
          <w:p w:rsidRPr="009C54AE" w:rsidR="00694FB9" w:rsidP="009C54AE" w:rsidRDefault="00694FB9" w14:paraId="7660431A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694FB9" w:rsidP="009C54AE" w:rsidRDefault="00694FB9" w14:paraId="1937B812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694FB9" w:rsidP="009C54AE" w:rsidRDefault="00694FB9" w14:paraId="4E1E336A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xmlns:wp14="http://schemas.microsoft.com/office/word/2010/wordml" w:rsidRPr="009C54AE" w:rsidR="00694FB9" w:rsidTr="00923D7D" w14:paraId="44F35364" wp14:textId="77777777">
        <w:tc>
          <w:tcPr>
            <w:tcW w:w="4962" w:type="dxa"/>
          </w:tcPr>
          <w:p w:rsidRPr="009C54AE" w:rsidR="00694FB9" w:rsidP="009C54AE" w:rsidRDefault="00694FB9" w14:paraId="3D4B2727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694FB9" w:rsidP="009C54AE" w:rsidRDefault="00694FB9" w14:paraId="219897CE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bookmarkStart w:name="_GoBack" w:id="0"/>
            <w:bookmarkEnd w:id="0"/>
          </w:p>
        </w:tc>
      </w:tr>
      <w:tr xmlns:wp14="http://schemas.microsoft.com/office/word/2010/wordml" w:rsidRPr="009C54AE" w:rsidR="00694FB9" w:rsidTr="00923D7D" w14:paraId="0C7A4DB3" wp14:textId="77777777">
        <w:tc>
          <w:tcPr>
            <w:tcW w:w="4962" w:type="dxa"/>
          </w:tcPr>
          <w:p w:rsidRPr="009C54AE" w:rsidR="00694FB9" w:rsidP="009C54AE" w:rsidRDefault="00694FB9" w14:paraId="5FD1C35E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694FB9" w:rsidP="009C54AE" w:rsidRDefault="00694FB9" w14:paraId="249FAAB8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xmlns:wp14="http://schemas.microsoft.com/office/word/2010/wordml" w:rsidRPr="009C54AE" w:rsidR="00694FB9" w:rsidP="009C54AE" w:rsidRDefault="00694FB9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Pr="009C54AE" w:rsidR="00694FB9" w:rsidP="009C54AE" w:rsidRDefault="00694FB9" w14:paraId="23DE523C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694FB9" w:rsidP="009C54AE" w:rsidRDefault="00694FB9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694FB9" w:rsidP="009C54AE" w:rsidRDefault="00694FB9" w14:paraId="52E56223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3544"/>
        <w:gridCol w:w="3969"/>
      </w:tblGrid>
      <w:tr xmlns:wp14="http://schemas.microsoft.com/office/word/2010/wordml" w:rsidRPr="009C54AE" w:rsidR="00694FB9" w:rsidTr="0071620A" w14:paraId="146D6691" wp14:textId="77777777">
        <w:trPr>
          <w:trHeight w:val="397"/>
        </w:trPr>
        <w:tc>
          <w:tcPr>
            <w:tcW w:w="3544" w:type="dxa"/>
          </w:tcPr>
          <w:p w:rsidRPr="009C54AE" w:rsidR="00694FB9" w:rsidP="009C54AE" w:rsidRDefault="00694FB9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694FB9" w:rsidP="009C54AE" w:rsidRDefault="00694FB9" w14:paraId="07547A0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694FB9" w:rsidTr="0071620A" w14:paraId="05EFD703" wp14:textId="77777777">
        <w:trPr>
          <w:trHeight w:val="397"/>
        </w:trPr>
        <w:tc>
          <w:tcPr>
            <w:tcW w:w="3544" w:type="dxa"/>
          </w:tcPr>
          <w:p w:rsidRPr="009C54AE" w:rsidR="00694FB9" w:rsidP="009C54AE" w:rsidRDefault="00694FB9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694FB9" w:rsidP="009C54AE" w:rsidRDefault="00694FB9" w14:paraId="5043CB0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694FB9" w:rsidP="009C54AE" w:rsidRDefault="00694FB9" w14:paraId="07459315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694FB9" w:rsidP="009C54AE" w:rsidRDefault="00694FB9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xmlns:wp14="http://schemas.microsoft.com/office/word/2010/wordml" w:rsidRPr="009C54AE" w:rsidR="00694FB9" w:rsidP="009C54AE" w:rsidRDefault="00694FB9" w14:paraId="6537F28F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Style w:val="TableNormal"/>
        <w:tblW w:w="0" w:type="auto"/>
        <w:tblInd w:w="675" w:type="dxa"/>
        <w:tblLayout w:type="fixed"/>
        <w:tblLook w:val="06A0" w:firstRow="1" w:lastRow="0" w:firstColumn="1" w:lastColumn="0" w:noHBand="1" w:noVBand="1"/>
      </w:tblPr>
      <w:tblGrid>
        <w:gridCol w:w="7500"/>
      </w:tblGrid>
      <w:tr w:rsidR="698CD913" w:rsidTr="698CD913" w14:paraId="530865C3">
        <w:tc>
          <w:tcPr>
            <w:tcW w:w="750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698CD913" w:rsidRDefault="698CD913" w14:paraId="59298600" w14:textId="6EC08CB6">
            <w:r w:rsidRPr="698CD913" w:rsidR="698CD913">
              <w:rPr>
                <w:rFonts w:ascii="Corbel" w:hAnsi="Corbel" w:eastAsia="Corbel" w:cs="Corbel"/>
                <w:sz w:val="24"/>
                <w:szCs w:val="24"/>
              </w:rPr>
              <w:t>Literatura podstawowa:</w:t>
            </w:r>
            <w:r w:rsidRPr="698CD913" w:rsidR="698CD913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</w:t>
            </w:r>
          </w:p>
          <w:p w:rsidR="698CD913" w:rsidRDefault="698CD913" w14:paraId="6F9750BF" w14:textId="7B82E4BC">
            <w:r w:rsidRPr="698CD913" w:rsidR="698CD913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  <w:p w:rsidR="698CD913" w:rsidRDefault="698CD913" w14:paraId="6A21CC27" w14:textId="5C7467E5">
            <w:r w:rsidRPr="698CD913" w:rsidR="698CD913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Górska E., Lewandowski J., Zarządzanie i organizacja środowiska pracy, Warszawa 2016 </w:t>
            </w:r>
          </w:p>
          <w:p w:rsidR="698CD913" w:rsidRDefault="698CD913" w14:paraId="1AAD4A45" w14:textId="2CDDD145">
            <w:r w:rsidRPr="698CD913" w:rsidR="698CD913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Rączkowski B., BHP w praktyce, Gdańsk 2020 </w:t>
            </w:r>
          </w:p>
          <w:p w:rsidR="698CD913" w:rsidRDefault="698CD913" w14:paraId="1CA08369" w14:textId="016F4413">
            <w:r w:rsidRPr="698CD913" w:rsidR="698CD913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Kodeks Pracy – Ustawa z dnia 26.06.1974r. </w:t>
            </w:r>
          </w:p>
          <w:p w:rsidR="698CD913" w:rsidRDefault="698CD913" w14:paraId="7D76AAAE" w14:textId="304F58D9">
            <w:r w:rsidRPr="698CD913" w:rsidR="698CD913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Słomka A., Ryzyko zawodowe w budownictwie, Warszawa 2005 </w:t>
            </w:r>
          </w:p>
        </w:tc>
      </w:tr>
      <w:tr w:rsidR="698CD913" w:rsidTr="698CD913" w14:paraId="0F1D7756">
        <w:tc>
          <w:tcPr>
            <w:tcW w:w="750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698CD913" w:rsidRDefault="698CD913" w14:paraId="322BBC02" w14:textId="6B65D136">
            <w:r w:rsidRPr="698CD913" w:rsidR="698CD913">
              <w:rPr>
                <w:rFonts w:ascii="Corbel" w:hAnsi="Corbel" w:eastAsia="Corbel" w:cs="Corbel"/>
                <w:sz w:val="24"/>
                <w:szCs w:val="24"/>
              </w:rPr>
              <w:t xml:space="preserve">Literatura uzupełniająca:  </w:t>
            </w:r>
          </w:p>
          <w:p w:rsidR="698CD913" w:rsidRDefault="698CD913" w14:paraId="2F21FE8C" w14:textId="7FF8C58A">
            <w:r w:rsidRPr="698CD913" w:rsidR="698CD913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Rozporządzenia – w sprawie wykazu prac wzbronionych kobietom </w:t>
            </w:r>
          </w:p>
          <w:p w:rsidR="698CD913" w:rsidRDefault="698CD913" w14:paraId="77402B4E" w14:textId="1BE609A2">
            <w:r w:rsidRPr="698CD913" w:rsidR="698CD913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Ustawy- o dozorze technicznym, Państwowej Inspekcji Sanitarnej,  ustawy o substancjach chemicznych i ich mieszaninach, o normalizacji, o ubezpieczeniu społecznym z tytułu wypadków przy pracy i chorób zawodowych </w:t>
            </w:r>
          </w:p>
          <w:p w:rsidR="698CD913" w:rsidRDefault="698CD913" w14:paraId="6FA20EE6" w14:textId="2E169BC6">
            <w:r w:rsidRPr="698CD913" w:rsidR="698CD913">
              <w:rPr>
                <w:rFonts w:ascii="Times New Roman" w:hAnsi="Times New Roman" w:eastAsia="Times New Roman" w:cs="Times New Roman"/>
                <w:sz w:val="24"/>
                <w:szCs w:val="24"/>
              </w:rPr>
              <w:t>Dyrektywy dot. BHP</w:t>
            </w:r>
          </w:p>
        </w:tc>
      </w:tr>
    </w:tbl>
    <w:p xmlns:wp14="http://schemas.microsoft.com/office/word/2010/wordml" w:rsidRPr="009C54AE" w:rsidR="00694FB9" w:rsidP="698CD913" w:rsidRDefault="00694FB9" w14:paraId="6DFB9E20" wp14:textId="517B2250">
      <w:pPr>
        <w:pStyle w:val="Punktygwne"/>
        <w:spacing w:before="0" w:after="0"/>
        <w:ind w:left="360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</w:p>
    <w:p xmlns:wp14="http://schemas.microsoft.com/office/word/2010/wordml" w:rsidRPr="009C54AE" w:rsidR="00694FB9" w:rsidP="009C54AE" w:rsidRDefault="00694FB9" w14:paraId="70DF9E5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694FB9" w:rsidP="00F83B28" w:rsidRDefault="00694FB9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694FB9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694FB9" w:rsidP="00C16ABF" w:rsidRDefault="00694FB9" w14:paraId="44E871BC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694FB9" w:rsidP="00C16ABF" w:rsidRDefault="00694FB9" w14:paraId="144A5D23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694FB9" w:rsidP="00C16ABF" w:rsidRDefault="00694FB9" w14:paraId="738610EB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694FB9" w:rsidP="00C16ABF" w:rsidRDefault="00694FB9" w14:paraId="637805D2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694FB9" w:rsidRDefault="00694FB9" w14:paraId="0574AFC1" wp14:textId="77777777">
      <w:pPr>
        <w:pStyle w:val="FootnoteText"/>
      </w:pPr>
      <w:r>
        <w:rPr>
          <w:rStyle w:val="FootnoteReference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49E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39FD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77B9"/>
    <w:rsid w:val="001F12F5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05D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0A7"/>
    <w:rsid w:val="003343CF"/>
    <w:rsid w:val="00346FE9"/>
    <w:rsid w:val="0034759A"/>
    <w:rsid w:val="003503F6"/>
    <w:rsid w:val="003530DD"/>
    <w:rsid w:val="00363F78"/>
    <w:rsid w:val="00386BB0"/>
    <w:rsid w:val="003A0A5B"/>
    <w:rsid w:val="003A1176"/>
    <w:rsid w:val="003C02B1"/>
    <w:rsid w:val="003C0BAE"/>
    <w:rsid w:val="003D18A9"/>
    <w:rsid w:val="003D57EE"/>
    <w:rsid w:val="003D6CE2"/>
    <w:rsid w:val="003E1941"/>
    <w:rsid w:val="003E2FE6"/>
    <w:rsid w:val="003E49D5"/>
    <w:rsid w:val="003E7D00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1D09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9B0"/>
    <w:rsid w:val="00654934"/>
    <w:rsid w:val="006620D9"/>
    <w:rsid w:val="00671958"/>
    <w:rsid w:val="00675843"/>
    <w:rsid w:val="00694FB9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62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7BA2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3B9"/>
    <w:rsid w:val="00916188"/>
    <w:rsid w:val="00923D7D"/>
    <w:rsid w:val="009508DF"/>
    <w:rsid w:val="00950DAC"/>
    <w:rsid w:val="00954A07"/>
    <w:rsid w:val="00961EFE"/>
    <w:rsid w:val="00987706"/>
    <w:rsid w:val="00997F14"/>
    <w:rsid w:val="009A03D0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06E99"/>
    <w:rsid w:val="00A1265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BCE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608"/>
    <w:rsid w:val="00AE5FCB"/>
    <w:rsid w:val="00AF2C1E"/>
    <w:rsid w:val="00B06142"/>
    <w:rsid w:val="00B135B1"/>
    <w:rsid w:val="00B24360"/>
    <w:rsid w:val="00B3130B"/>
    <w:rsid w:val="00B40ADB"/>
    <w:rsid w:val="00B43B77"/>
    <w:rsid w:val="00B43E80"/>
    <w:rsid w:val="00B4613A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E85"/>
    <w:rsid w:val="00C36992"/>
    <w:rsid w:val="00C56036"/>
    <w:rsid w:val="00C61DC5"/>
    <w:rsid w:val="00C67E92"/>
    <w:rsid w:val="00C70A26"/>
    <w:rsid w:val="00C766DF"/>
    <w:rsid w:val="00C83B38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448B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5338"/>
    <w:rsid w:val="00DD173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8F3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27E"/>
    <w:rsid w:val="00EF74C9"/>
    <w:rsid w:val="00F070AB"/>
    <w:rsid w:val="00F17567"/>
    <w:rsid w:val="00F177B2"/>
    <w:rsid w:val="00F27A7B"/>
    <w:rsid w:val="00F526AF"/>
    <w:rsid w:val="00F617C3"/>
    <w:rsid w:val="00F7066B"/>
    <w:rsid w:val="00F83B28"/>
    <w:rsid w:val="00F96911"/>
    <w:rsid w:val="00F974DA"/>
    <w:rsid w:val="00FA46E5"/>
    <w:rsid w:val="00FB55C8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  <w:rsid w:val="05F6D313"/>
    <w:rsid w:val="2E3B6C8E"/>
    <w:rsid w:val="54D26CB7"/>
    <w:rsid w:val="698CD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5C95FC2"/>
  <w15:docId w15:val="{BD3104A9-3A35-45C6-B035-3FBF9FB2D912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page number" w:locked="1" w:uiPriority="0" w:semiHidden="0" w:unhideWhenUsed="0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styleId="DefaultParagraphFont" w:default="1">
    <w:name w:val="Default Paragraph Font"/>
    <w:uiPriority w:val="99"/>
    <w:semiHidden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D66E9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character" w:styleId="TitleChar" w:customStyle="1">
    <w:name w:val="Title Char"/>
    <w:basedOn w:val="DefaultParagraphFont"/>
    <w:link w:val="Title"/>
    <w:uiPriority w:val="99"/>
    <w:locked/>
    <w:rsid w:val="00BD66E9"/>
    <w:rPr>
      <w:rFonts w:eastAsia="Times New Roman" w:cs="Times New Roman"/>
      <w:b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locked/>
    <w:rsid w:val="00CF78ED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HeaderChar" w:customStyle="1">
    <w:name w:val="Header Char"/>
    <w:basedOn w:val="DefaultParagraphFont"/>
    <w:link w:val="Header"/>
    <w:uiPriority w:val="99"/>
    <w:locked/>
    <w:rsid w:val="00C16ABF"/>
    <w:rPr>
      <w:rFonts w:ascii="Calibri" w:hAnsi="Calibri" w:cs="Times New Roman"/>
      <w:sz w:val="22"/>
    </w:rPr>
  </w:style>
  <w:style w:type="paragraph" w:styleId="Footer">
    <w:name w:val="footer"/>
    <w:basedOn w:val="Normal"/>
    <w:link w:val="Foot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FooterChar" w:customStyle="1">
    <w:name w:val="Footer Char"/>
    <w:basedOn w:val="DefaultParagraphFont"/>
    <w:link w:val="Footer"/>
    <w:uiPriority w:val="99"/>
    <w:locked/>
    <w:rsid w:val="00C16ABF"/>
    <w:rPr>
      <w:rFonts w:ascii="Calibri" w:hAnsi="Calibri" w:cs="Times New Roman"/>
      <w:sz w:val="22"/>
    </w:rPr>
  </w:style>
  <w:style w:type="paragraph" w:styleId="Default" w:customStyle="1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locked/>
    <w:rsid w:val="0085747A"/>
    <w:rPr>
      <w:rFonts w:ascii="Calibri" w:hAnsi="Calibri"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85747A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85747A"/>
    <w:rPr>
      <w:rFonts w:ascii="Calibri" w:hAnsi="Calibri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BodyText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Odpowiedzi" w:customStyle="1">
    <w:name w:val="Odpowiedzi"/>
    <w:basedOn w:val="Normal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BodyText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</w:rPr>
  </w:style>
  <w:style w:type="paragraph" w:styleId="Cele" w:customStyle="1">
    <w:name w:val="Cele"/>
    <w:basedOn w:val="BodyText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Nagwkitablic" w:customStyle="1">
    <w:name w:val="Nagłówki tablic"/>
    <w:basedOn w:val="BodyText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semiHidden/>
    <w:rsid w:val="0085747A"/>
    <w:pPr>
      <w:spacing w:after="120"/>
    </w:pPr>
    <w:rPr>
      <w:lang w:eastAsia="pl-PL"/>
    </w:rPr>
  </w:style>
  <w:style w:type="character" w:styleId="BodyTextChar" w:customStyle="1">
    <w:name w:val="Body Text Char"/>
    <w:basedOn w:val="DefaultParagraphFont"/>
    <w:link w:val="BodyText"/>
    <w:uiPriority w:val="99"/>
    <w:semiHidden/>
    <w:locked/>
    <w:rsid w:val="0085747A"/>
    <w:rPr>
      <w:rFonts w:ascii="Calibri" w:hAnsi="Calibri" w:cs="Times New Roman"/>
      <w:sz w:val="22"/>
    </w:rPr>
  </w:style>
  <w:style w:type="character" w:styleId="PageNumber">
    <w:name w:val="page number"/>
    <w:basedOn w:val="DefaultParagraphFont"/>
    <w:uiPriority w:val="99"/>
    <w:semiHidden/>
    <w:rsid w:val="0085747A"/>
    <w:rPr>
      <w:rFonts w:cs="Times New Roman"/>
    </w:rPr>
  </w:style>
  <w:style w:type="character" w:styleId="Hyperlink">
    <w:name w:val="Hyperlink"/>
    <w:basedOn w:val="DefaultParagraphFont"/>
    <w:uiPriority w:val="99"/>
    <w:rsid w:val="00B819C8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61DC5"/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2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637DAA-44FD-4DE2-8712-9CBC47030C9F}"/>
</file>

<file path=customXml/itemProps2.xml><?xml version="1.0" encoding="utf-8"?>
<ds:datastoreItem xmlns:ds="http://schemas.openxmlformats.org/officeDocument/2006/customXml" ds:itemID="{C5E4AB12-FFAD-410B-863D-363802655BDD}"/>
</file>

<file path=customXml/itemProps3.xml><?xml version="1.0" encoding="utf-8"?>
<ds:datastoreItem xmlns:ds="http://schemas.openxmlformats.org/officeDocument/2006/customXml" ds:itemID="{AAA7E1A9-0F46-4494-AEF1-88D9FB35E26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dc:description/>
  <lastModifiedBy>Sawicka Zofia</lastModifiedBy>
  <revision>3</revision>
  <lastPrinted>2019-02-06T12:12:00.0000000Z</lastPrinted>
  <dcterms:created xsi:type="dcterms:W3CDTF">2021-12-03T15:59:00.0000000Z</dcterms:created>
  <dcterms:modified xsi:type="dcterms:W3CDTF">2021-12-03T16:07:53.7055560Z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